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22B21C9B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3A0F86">
        <w:rPr>
          <w:rFonts w:cs="Arial"/>
          <w:color w:val="000000"/>
          <w:sz w:val="22"/>
        </w:rPr>
        <w:t>06.08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7F387E">
        <w:rPr>
          <w:rFonts w:cs="Arial"/>
          <w:color w:val="000000"/>
          <w:sz w:val="22"/>
        </w:rPr>
        <w:t>4963</w:t>
      </w:r>
    </w:p>
    <w:p w14:paraId="3840C263" w14:textId="77777777" w:rsidR="00DF19FF" w:rsidRDefault="00BB2BCE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6CD984D6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ga liitumine, elektrimaakaabelliin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5969748F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3D1574"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F069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LC1661</w:t>
            </w:r>
          </w:p>
          <w:p w14:paraId="0F587937" w14:textId="50087DC9" w:rsidR="000B2E35" w:rsidRPr="000B2E35" w:rsidRDefault="00345EB5" w:rsidP="00B97B7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345E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9F069B" w:rsidRPr="009F069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Side põik 1a kinnistu liitumine elektrivõrguga, Haage küla“.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999411" w14:textId="748D6F1F" w:rsidR="000B2E35" w:rsidRDefault="000B2E35" w:rsidP="00A45F32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B97B7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9F069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Mari</w:t>
            </w:r>
            <w:r w:rsidR="00F00DC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liis Kartau</w:t>
            </w:r>
          </w:p>
          <w:p w14:paraId="1AF8D9E3" w14:textId="2A4B37C0" w:rsidR="00A45F32" w:rsidRPr="000B2E35" w:rsidRDefault="00F00DCB" w:rsidP="00A45F3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Enersense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AS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084801D0" w:rsidR="000B2E35" w:rsidRPr="000B2E35" w:rsidRDefault="007F387E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F387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14.08.2024 nr 7.1-2/24/12904-3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78EB51B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77777777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0C1473">
              <w:rPr>
                <w:rFonts w:ascii="Times New Roman" w:hAnsi="Times New Roman"/>
                <w:b/>
                <w:lang w:val="et-EE"/>
              </w:rPr>
              <w:t>92 Tartu-Viljandi - Kilingi-Nõmme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982A44">
        <w:trPr>
          <w:trHeight w:val="415"/>
        </w:trPr>
        <w:tc>
          <w:tcPr>
            <w:tcW w:w="3256" w:type="dxa"/>
            <w:vMerge/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000000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11A5B505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0C1473">
              <w:rPr>
                <w:rFonts w:ascii="Times New Roman" w:hAnsi="Times New Roman"/>
                <w:bCs/>
                <w:lang w:val="et-EE"/>
              </w:rPr>
              <w:t>83101:001:0349</w:t>
            </w:r>
          </w:p>
          <w:p w14:paraId="573BFF07" w14:textId="77EEC0DF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0C1473">
              <w:rPr>
                <w:rFonts w:ascii="Times New Roman" w:hAnsi="Times New Roman"/>
                <w:bCs/>
                <w:lang w:val="et-EE"/>
              </w:rPr>
              <w:t>4916304</w:t>
            </w:r>
          </w:p>
          <w:p w14:paraId="33B38F87" w14:textId="317DCF5C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0C1473">
              <w:rPr>
                <w:rFonts w:ascii="Times New Roman" w:hAnsi="Times New Roman"/>
                <w:bCs/>
                <w:lang w:val="et-EE"/>
              </w:rPr>
              <w:t>92 Tartu-Viljandi</w:t>
            </w:r>
            <w:r w:rsidR="00A55FA1">
              <w:rPr>
                <w:rFonts w:ascii="Times New Roman" w:hAnsi="Times New Roman"/>
                <w:bCs/>
                <w:lang w:val="et-EE"/>
              </w:rPr>
              <w:t xml:space="preserve"> - </w:t>
            </w:r>
            <w:r w:rsidR="000C1473">
              <w:rPr>
                <w:rFonts w:ascii="Times New Roman" w:hAnsi="Times New Roman"/>
                <w:bCs/>
                <w:lang w:val="et-EE"/>
              </w:rPr>
              <w:t xml:space="preserve"> Kilingi-Nõmme tee T11</w:t>
            </w:r>
          </w:p>
          <w:p w14:paraId="0A95FBAC" w14:textId="3A0139DD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0C1473">
              <w:rPr>
                <w:rFonts w:ascii="Times New Roman" w:hAnsi="Times New Roman"/>
                <w:bCs/>
                <w:lang w:val="et-EE"/>
              </w:rPr>
              <w:t>58</w:t>
            </w:r>
            <w:r w:rsidR="00054364">
              <w:rPr>
                <w:rFonts w:ascii="Times New Roman" w:hAnsi="Times New Roman"/>
                <w:bCs/>
                <w:lang w:val="et-EE"/>
              </w:rPr>
              <w:t>686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F0A47CA" w14:textId="3B6DAFBA" w:rsidR="001F4CFC" w:rsidRDefault="001F4CFC" w:rsidP="008A7EC0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054364">
              <w:rPr>
                <w:rFonts w:ascii="Times New Roman" w:hAnsi="Times New Roman"/>
                <w:bCs/>
                <w:lang w:val="et-EE"/>
              </w:rPr>
              <w:t>413246</w:t>
            </w:r>
          </w:p>
          <w:p w14:paraId="58D522F7" w14:textId="6FBCD394" w:rsidR="0019264A" w:rsidRDefault="006750D6" w:rsidP="001F4CFC">
            <w:pPr>
              <w:rPr>
                <w:rFonts w:ascii="Times New Roman" w:hAnsi="Times New Roman"/>
                <w:bCs/>
                <w:lang w:val="et-EE"/>
              </w:rPr>
            </w:pPr>
            <w:hyperlink r:id="rId12" w:history="1">
              <w:r w:rsidRPr="0064204E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https://pari.kataster.ee/magic-link/5bc6cda3-ba22-4eb5-bbaa-b564959145c5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23FDB713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5AE439E2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4C964B5A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69635F91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6649407B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1805D2D9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09E4862F" w14:textId="77777777" w:rsidR="00204605" w:rsidRPr="00076563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19CE75E4" w14:textId="0440DEE6" w:rsidR="008342C4" w:rsidRPr="000B2E35" w:rsidRDefault="008342C4" w:rsidP="008342C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2413D3" w:rsidRPr="000B2E35" w14:paraId="24F22E65" w14:textId="77777777" w:rsidTr="003963F7">
        <w:trPr>
          <w:trHeight w:val="453"/>
        </w:trPr>
        <w:tc>
          <w:tcPr>
            <w:tcW w:w="3256" w:type="dxa"/>
            <w:tcBorders>
              <w:top w:val="nil"/>
              <w:bottom w:val="nil"/>
            </w:tcBorders>
          </w:tcPr>
          <w:p w14:paraId="65FE546E" w14:textId="77777777" w:rsidR="002413D3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lastRenderedPageBreak/>
              <w:t xml:space="preserve"> </w:t>
            </w:r>
          </w:p>
          <w:p w14:paraId="07229B5A" w14:textId="2A754F60" w:rsidR="002413D3" w:rsidRPr="000B2E35" w:rsidRDefault="006750D6" w:rsidP="002413D3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1</w:t>
            </w:r>
            <w:r w:rsidR="002413D3"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2</w:t>
            </w:r>
            <w:r w:rsidR="002413D3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="002413D3"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</w:p>
        </w:tc>
        <w:tc>
          <w:tcPr>
            <w:tcW w:w="6082" w:type="dxa"/>
            <w:tcBorders>
              <w:bottom w:val="nil"/>
            </w:tcBorders>
          </w:tcPr>
          <w:p w14:paraId="5838D033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16980E25" w14:textId="1A6D023D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204605">
              <w:rPr>
                <w:rFonts w:ascii="Times New Roman" w:hAnsi="Times New Roman"/>
                <w:bCs/>
                <w:lang w:val="et-EE"/>
              </w:rPr>
              <w:t>83101:003:0028</w:t>
            </w:r>
          </w:p>
          <w:p w14:paraId="62635E35" w14:textId="7BEA769F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204605">
              <w:rPr>
                <w:rFonts w:ascii="Times New Roman" w:hAnsi="Times New Roman"/>
                <w:bCs/>
                <w:lang w:val="et-EE"/>
              </w:rPr>
              <w:t>5682450</w:t>
            </w:r>
          </w:p>
          <w:p w14:paraId="1921FD02" w14:textId="169A2398" w:rsidR="002413D3" w:rsidRPr="008E5621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204605" w:rsidRPr="00204605">
              <w:rPr>
                <w:rFonts w:ascii="Times New Roman" w:hAnsi="Times New Roman"/>
                <w:bCs/>
                <w:lang w:val="et-EE"/>
              </w:rPr>
              <w:t>92 Tartu-Viljandi</w:t>
            </w:r>
            <w:r w:rsidR="00A55FA1">
              <w:rPr>
                <w:rFonts w:ascii="Times New Roman" w:hAnsi="Times New Roman"/>
                <w:bCs/>
                <w:lang w:val="et-EE"/>
              </w:rPr>
              <w:t xml:space="preserve"> - </w:t>
            </w:r>
            <w:r w:rsidR="00204605" w:rsidRPr="00204605">
              <w:rPr>
                <w:rFonts w:ascii="Times New Roman" w:hAnsi="Times New Roman"/>
                <w:bCs/>
                <w:lang w:val="et-EE"/>
              </w:rPr>
              <w:t xml:space="preserve"> Kilingi-Nõmme tee</w:t>
            </w:r>
          </w:p>
          <w:p w14:paraId="47F402D4" w14:textId="3C9516D6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204605">
              <w:rPr>
                <w:rFonts w:ascii="Times New Roman" w:hAnsi="Times New Roman"/>
                <w:bCs/>
                <w:lang w:val="et-EE"/>
              </w:rPr>
              <w:t>67881</w:t>
            </w:r>
          </w:p>
          <w:p w14:paraId="771D5554" w14:textId="30B155AA" w:rsidR="002413D3" w:rsidRPr="001F4CFC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204605">
              <w:rPr>
                <w:rFonts w:ascii="Times New Roman" w:hAnsi="Times New Roman"/>
                <w:bCs/>
                <w:lang w:val="et-EE"/>
              </w:rPr>
              <w:t>2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3B5F814F" w14:textId="2D4728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204605">
              <w:rPr>
                <w:rFonts w:ascii="Times New Roman" w:hAnsi="Times New Roman"/>
                <w:bCs/>
                <w:lang w:val="et-EE"/>
              </w:rPr>
              <w:t>413247</w:t>
            </w:r>
          </w:p>
          <w:p w14:paraId="55AE90B4" w14:textId="3E88639C" w:rsidR="002413D3" w:rsidRPr="00076563" w:rsidRDefault="00A55FA1" w:rsidP="00806109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64204E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https://pari.kataster.ee/magic-link/471f28a7-6447-45e4-8b5e-397af23f4f96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</w:tc>
      </w:tr>
      <w:tr w:rsidR="00A55FA1" w:rsidRPr="000B2E35" w14:paraId="0CDBD8A7" w14:textId="77777777" w:rsidTr="00290BD5">
        <w:trPr>
          <w:trHeight w:val="106"/>
        </w:trPr>
        <w:tc>
          <w:tcPr>
            <w:tcW w:w="3256" w:type="dxa"/>
            <w:tcBorders>
              <w:top w:val="nil"/>
              <w:bottom w:val="nil"/>
            </w:tcBorders>
          </w:tcPr>
          <w:p w14:paraId="1AF509AF" w14:textId="77777777" w:rsidR="00A55FA1" w:rsidRDefault="00A55FA1" w:rsidP="00A55FA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78069DF2" w14:textId="208AEEA4" w:rsidR="00A55FA1" w:rsidRPr="000B2E35" w:rsidRDefault="00A55FA1" w:rsidP="00A55FA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1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3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</w:p>
        </w:tc>
        <w:tc>
          <w:tcPr>
            <w:tcW w:w="6082" w:type="dxa"/>
            <w:tcBorders>
              <w:bottom w:val="nil"/>
            </w:tcBorders>
          </w:tcPr>
          <w:p w14:paraId="0910A6E6" w14:textId="77777777" w:rsidR="00A55FA1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</w:p>
          <w:p w14:paraId="5EDF6FBD" w14:textId="6B69FF97" w:rsidR="00A55FA1" w:rsidRPr="00076563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:83101:003:0</w:t>
            </w:r>
            <w:r>
              <w:rPr>
                <w:rFonts w:ascii="Times New Roman" w:hAnsi="Times New Roman"/>
                <w:bCs/>
                <w:lang w:val="et-EE"/>
              </w:rPr>
              <w:t>346</w:t>
            </w:r>
          </w:p>
          <w:p w14:paraId="3CCE899D" w14:textId="5A8E8B4D" w:rsidR="00A55FA1" w:rsidRPr="00076563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158650</w:t>
            </w:r>
          </w:p>
          <w:p w14:paraId="5A8231B6" w14:textId="7B712430" w:rsidR="00A55FA1" w:rsidRPr="008E5621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Pr="00204605">
              <w:rPr>
                <w:rFonts w:ascii="Times New Roman" w:hAnsi="Times New Roman"/>
                <w:bCs/>
                <w:lang w:val="et-EE"/>
              </w:rPr>
              <w:t>92 Tartu-Viljandi</w:t>
            </w:r>
            <w:r>
              <w:rPr>
                <w:rFonts w:ascii="Times New Roman" w:hAnsi="Times New Roman"/>
                <w:bCs/>
                <w:lang w:val="et-EE"/>
              </w:rPr>
              <w:t xml:space="preserve"> - </w:t>
            </w:r>
            <w:r w:rsidRPr="00204605">
              <w:rPr>
                <w:rFonts w:ascii="Times New Roman" w:hAnsi="Times New Roman"/>
                <w:bCs/>
                <w:lang w:val="et-EE"/>
              </w:rPr>
              <w:t xml:space="preserve"> Kilingi-Nõmme tee</w:t>
            </w:r>
          </w:p>
          <w:p w14:paraId="4FB9FF9D" w14:textId="2B4B55C3" w:rsidR="00A55FA1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65777C">
              <w:rPr>
                <w:rFonts w:ascii="Times New Roman" w:hAnsi="Times New Roman"/>
                <w:bCs/>
                <w:lang w:val="et-EE"/>
              </w:rPr>
              <w:t>59377</w:t>
            </w:r>
          </w:p>
          <w:p w14:paraId="2D90047A" w14:textId="3EF6AC67" w:rsidR="00A55FA1" w:rsidRPr="001F4CFC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65777C">
              <w:rPr>
                <w:rFonts w:ascii="Times New Roman" w:hAnsi="Times New Roman"/>
                <w:bCs/>
                <w:lang w:val="et-EE"/>
              </w:rPr>
              <w:t>3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9087904" w14:textId="700128FC" w:rsidR="00A55FA1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>
              <w:rPr>
                <w:rFonts w:ascii="Times New Roman" w:hAnsi="Times New Roman"/>
                <w:bCs/>
                <w:lang w:val="et-EE"/>
              </w:rPr>
              <w:t>413</w:t>
            </w:r>
            <w:r w:rsidR="0065777C">
              <w:rPr>
                <w:rFonts w:ascii="Times New Roman" w:hAnsi="Times New Roman"/>
                <w:bCs/>
                <w:lang w:val="et-EE"/>
              </w:rPr>
              <w:t>249</w:t>
            </w:r>
          </w:p>
          <w:p w14:paraId="30E6446D" w14:textId="2E10F4A8" w:rsidR="00A55FA1" w:rsidRPr="002474AF" w:rsidRDefault="00CD01D2" w:rsidP="00A55FA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4" w:history="1">
              <w:r w:rsidRPr="0064204E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https://pari.kataster.ee/magic-link/473f3e4b-3253-4bb8-ba38-7c4748de0ff3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A55FA1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A55FA1" w:rsidRDefault="00A55FA1" w:rsidP="00A55FA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A55FA1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A55FA1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 w:rsidR="00CD01D2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  <w:tr w:rsidR="00A55FA1" w:rsidRPr="000B2E35" w14:paraId="3C9D78CB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7D49A3" w14:textId="77777777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7ED426" w14:textId="77777777" w:rsidR="00A55FA1" w:rsidRPr="00F935D6" w:rsidRDefault="00A55FA1" w:rsidP="00A55FA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</w:p>
        </w:tc>
      </w:tr>
      <w:bookmarkEnd w:id="0"/>
    </w:tbl>
    <w:p w14:paraId="43CDFDC6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5B416E3F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508D63FB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5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BF76E" w14:textId="77777777" w:rsidR="007D4619" w:rsidRDefault="007D4619">
      <w:r>
        <w:separator/>
      </w:r>
    </w:p>
  </w:endnote>
  <w:endnote w:type="continuationSeparator" w:id="0">
    <w:p w14:paraId="624888DF" w14:textId="77777777" w:rsidR="007D4619" w:rsidRDefault="007D4619">
      <w:r>
        <w:continuationSeparator/>
      </w:r>
    </w:p>
  </w:endnote>
  <w:endnote w:type="continuationNotice" w:id="1">
    <w:p w14:paraId="08C814DD" w14:textId="77777777" w:rsidR="007D4619" w:rsidRDefault="007D46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8938F" w14:textId="77777777" w:rsidR="007D4619" w:rsidRDefault="007D4619">
      <w:r>
        <w:separator/>
      </w:r>
    </w:p>
  </w:footnote>
  <w:footnote w:type="continuationSeparator" w:id="0">
    <w:p w14:paraId="78D63FAD" w14:textId="77777777" w:rsidR="007D4619" w:rsidRDefault="007D4619">
      <w:r>
        <w:continuationSeparator/>
      </w:r>
    </w:p>
  </w:footnote>
  <w:footnote w:type="continuationNotice" w:id="1">
    <w:p w14:paraId="4D1874AC" w14:textId="77777777" w:rsidR="007D4619" w:rsidRDefault="007D46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B2E35"/>
    <w:rsid w:val="000B3CE2"/>
    <w:rsid w:val="000B417F"/>
    <w:rsid w:val="000B4850"/>
    <w:rsid w:val="000C1473"/>
    <w:rsid w:val="000D61F2"/>
    <w:rsid w:val="00131D0A"/>
    <w:rsid w:val="001408A9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E324A"/>
    <w:rsid w:val="001F4CFC"/>
    <w:rsid w:val="00204605"/>
    <w:rsid w:val="00211D2D"/>
    <w:rsid w:val="00215382"/>
    <w:rsid w:val="0022522F"/>
    <w:rsid w:val="002327D2"/>
    <w:rsid w:val="002413D3"/>
    <w:rsid w:val="00246610"/>
    <w:rsid w:val="002474AF"/>
    <w:rsid w:val="00251F87"/>
    <w:rsid w:val="002569F2"/>
    <w:rsid w:val="002701D0"/>
    <w:rsid w:val="002726A3"/>
    <w:rsid w:val="00273FA4"/>
    <w:rsid w:val="002A798D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51E2"/>
    <w:rsid w:val="00357C22"/>
    <w:rsid w:val="00377521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66325"/>
    <w:rsid w:val="00470107"/>
    <w:rsid w:val="00482DEA"/>
    <w:rsid w:val="00483EDD"/>
    <w:rsid w:val="004851DA"/>
    <w:rsid w:val="00491AD7"/>
    <w:rsid w:val="004C0606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56D7B"/>
    <w:rsid w:val="005572A4"/>
    <w:rsid w:val="00557995"/>
    <w:rsid w:val="005609D0"/>
    <w:rsid w:val="00567C35"/>
    <w:rsid w:val="00582590"/>
    <w:rsid w:val="00591376"/>
    <w:rsid w:val="005A217D"/>
    <w:rsid w:val="005A42CF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90323"/>
    <w:rsid w:val="006B28B7"/>
    <w:rsid w:val="006C22B1"/>
    <w:rsid w:val="006C4838"/>
    <w:rsid w:val="006D3B8A"/>
    <w:rsid w:val="006E4811"/>
    <w:rsid w:val="006F34A3"/>
    <w:rsid w:val="006F595A"/>
    <w:rsid w:val="00703BCB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7B52"/>
    <w:rsid w:val="007A21F0"/>
    <w:rsid w:val="007A5E5F"/>
    <w:rsid w:val="007D4619"/>
    <w:rsid w:val="007D5377"/>
    <w:rsid w:val="007E637D"/>
    <w:rsid w:val="007F387E"/>
    <w:rsid w:val="00806109"/>
    <w:rsid w:val="00821DE6"/>
    <w:rsid w:val="008250FC"/>
    <w:rsid w:val="0082604D"/>
    <w:rsid w:val="008342C4"/>
    <w:rsid w:val="008514A3"/>
    <w:rsid w:val="0086202A"/>
    <w:rsid w:val="00867D35"/>
    <w:rsid w:val="0087462B"/>
    <w:rsid w:val="0087587A"/>
    <w:rsid w:val="00887289"/>
    <w:rsid w:val="00897B9A"/>
    <w:rsid w:val="008A4D13"/>
    <w:rsid w:val="008A7EC0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40144"/>
    <w:rsid w:val="009612E0"/>
    <w:rsid w:val="00962202"/>
    <w:rsid w:val="00973871"/>
    <w:rsid w:val="0098160F"/>
    <w:rsid w:val="00982A44"/>
    <w:rsid w:val="00982BF4"/>
    <w:rsid w:val="00995F05"/>
    <w:rsid w:val="009D38F3"/>
    <w:rsid w:val="009D42CB"/>
    <w:rsid w:val="009D56A4"/>
    <w:rsid w:val="009D7D3A"/>
    <w:rsid w:val="009E181A"/>
    <w:rsid w:val="009E3E5E"/>
    <w:rsid w:val="009E7E2A"/>
    <w:rsid w:val="009F069B"/>
    <w:rsid w:val="00A250BE"/>
    <w:rsid w:val="00A27416"/>
    <w:rsid w:val="00A33A60"/>
    <w:rsid w:val="00A43A3D"/>
    <w:rsid w:val="00A45F32"/>
    <w:rsid w:val="00A55FA1"/>
    <w:rsid w:val="00A65739"/>
    <w:rsid w:val="00A76CAD"/>
    <w:rsid w:val="00A832DA"/>
    <w:rsid w:val="00A93E8E"/>
    <w:rsid w:val="00AA72EC"/>
    <w:rsid w:val="00AC27AD"/>
    <w:rsid w:val="00AC559F"/>
    <w:rsid w:val="00AC78B3"/>
    <w:rsid w:val="00AD0AB0"/>
    <w:rsid w:val="00AE1639"/>
    <w:rsid w:val="00B060FD"/>
    <w:rsid w:val="00B33174"/>
    <w:rsid w:val="00B33B98"/>
    <w:rsid w:val="00B404DB"/>
    <w:rsid w:val="00B521C3"/>
    <w:rsid w:val="00B80D7A"/>
    <w:rsid w:val="00B84A96"/>
    <w:rsid w:val="00B97B77"/>
    <w:rsid w:val="00BA17B3"/>
    <w:rsid w:val="00BC2385"/>
    <w:rsid w:val="00BC2734"/>
    <w:rsid w:val="00BC62D7"/>
    <w:rsid w:val="00BF064F"/>
    <w:rsid w:val="00BF0E4C"/>
    <w:rsid w:val="00C0020C"/>
    <w:rsid w:val="00C04347"/>
    <w:rsid w:val="00C072BE"/>
    <w:rsid w:val="00C34030"/>
    <w:rsid w:val="00C40448"/>
    <w:rsid w:val="00C4140E"/>
    <w:rsid w:val="00C47436"/>
    <w:rsid w:val="00C4762C"/>
    <w:rsid w:val="00C50A9A"/>
    <w:rsid w:val="00C53640"/>
    <w:rsid w:val="00C61CE8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24041"/>
    <w:rsid w:val="00D25D80"/>
    <w:rsid w:val="00D266EA"/>
    <w:rsid w:val="00D31BD2"/>
    <w:rsid w:val="00D4458D"/>
    <w:rsid w:val="00D453AE"/>
    <w:rsid w:val="00D77414"/>
    <w:rsid w:val="00D85382"/>
    <w:rsid w:val="00D94E00"/>
    <w:rsid w:val="00DA1B61"/>
    <w:rsid w:val="00DA6781"/>
    <w:rsid w:val="00DB17D9"/>
    <w:rsid w:val="00DC2830"/>
    <w:rsid w:val="00DC3F67"/>
    <w:rsid w:val="00DC5DE5"/>
    <w:rsid w:val="00DD3288"/>
    <w:rsid w:val="00DF19FF"/>
    <w:rsid w:val="00DF467B"/>
    <w:rsid w:val="00E11073"/>
    <w:rsid w:val="00E27A09"/>
    <w:rsid w:val="00E361F7"/>
    <w:rsid w:val="00E366A1"/>
    <w:rsid w:val="00E47970"/>
    <w:rsid w:val="00E6200E"/>
    <w:rsid w:val="00E73B2A"/>
    <w:rsid w:val="00E7749F"/>
    <w:rsid w:val="00EB2582"/>
    <w:rsid w:val="00EB79F8"/>
    <w:rsid w:val="00EC1493"/>
    <w:rsid w:val="00EC15EB"/>
    <w:rsid w:val="00ED092D"/>
    <w:rsid w:val="00ED26F8"/>
    <w:rsid w:val="00EE4360"/>
    <w:rsid w:val="00EE47F0"/>
    <w:rsid w:val="00EE4B09"/>
    <w:rsid w:val="00EF1105"/>
    <w:rsid w:val="00EF7F44"/>
    <w:rsid w:val="00F00DCB"/>
    <w:rsid w:val="00F227AD"/>
    <w:rsid w:val="00F35DA6"/>
    <w:rsid w:val="00F4342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588A"/>
    <w:rsid w:val="00FA6F52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471f28a7-6447-45e4-8b5e-397af23f4f96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5bc6cda3-ba22-4eb5-bbaa-b564959145c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473f3e4b-3253-4bb8-ba38-7c4748de0ff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377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2565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2024-09-18T11:50:00Z</dcterms:created>
  <dcterms:modified xsi:type="dcterms:W3CDTF">2024-09-18T11:50:00Z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